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72A9B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6550C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6550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C704E">
        <w:rPr>
          <w:rFonts w:ascii="Corbel" w:hAnsi="Corbel"/>
          <w:sz w:val="20"/>
          <w:szCs w:val="20"/>
        </w:rPr>
        <w:t>2026</w:t>
      </w:r>
      <w:r w:rsidR="00E72A9B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C704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704E">
              <w:rPr>
                <w:rFonts w:ascii="Corbel" w:hAnsi="Corbel"/>
                <w:sz w:val="24"/>
                <w:szCs w:val="24"/>
              </w:rPr>
              <w:t>Ubezpieczenia społeczne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C70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B2B9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V rok  IX semestr  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B2B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Maria Bosak-Sojka,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362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362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36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36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36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36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C075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362F9" w:rsidRDefault="00E362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42EFA" w:rsidRPr="009C54AE" w:rsidRDefault="00342E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835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 z zakresu praw pracy</w:t>
            </w:r>
            <w:r w:rsidR="00E362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CC0755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E362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normami prawnymi </w:t>
            </w:r>
            <w:r w:rsidR="00CC0755">
              <w:rPr>
                <w:rFonts w:ascii="Corbel" w:hAnsi="Corbel"/>
                <w:b w:val="0"/>
                <w:sz w:val="24"/>
                <w:szCs w:val="24"/>
              </w:rPr>
              <w:t xml:space="preserve"> oraz aktualnym orzecznictwem sądowym  z zakresu ubezpieczeń społecznych. </w:t>
            </w:r>
          </w:p>
        </w:tc>
      </w:tr>
      <w:tr w:rsidR="0085747A" w:rsidRPr="009C54AE" w:rsidTr="00CC0755">
        <w:tc>
          <w:tcPr>
            <w:tcW w:w="844" w:type="dxa"/>
            <w:vAlign w:val="center"/>
          </w:tcPr>
          <w:p w:rsidR="0085747A" w:rsidRPr="009C54AE" w:rsidRDefault="00E362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CC075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  <w:tr w:rsidR="0071758E" w:rsidRPr="009C54AE" w:rsidTr="0071758E">
        <w:trPr>
          <w:trHeight w:val="567"/>
        </w:trPr>
        <w:tc>
          <w:tcPr>
            <w:tcW w:w="844" w:type="dxa"/>
            <w:vAlign w:val="center"/>
          </w:tcPr>
          <w:p w:rsidR="0071758E" w:rsidRDefault="0071758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58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71758E" w:rsidRPr="0071758E" w:rsidRDefault="0071758E" w:rsidP="0071758E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71758E">
              <w:rPr>
                <w:rFonts w:ascii="Corbel" w:hAnsi="Corbel"/>
              </w:rPr>
              <w:t>Przygotowanie studenta do interpretowania i rozumienia wiedzy dotyczącej ubezpieczeń społecznych i zdrowotnych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362F9" w:rsidRDefault="00E362F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C0755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0755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C0755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źródeł i instytucji polskiego systemu ubezpieczeń społecznych </w:t>
            </w:r>
          </w:p>
        </w:tc>
        <w:tc>
          <w:tcPr>
            <w:tcW w:w="1873" w:type="dxa"/>
          </w:tcPr>
          <w:p w:rsidR="0085747A" w:rsidRPr="009C54AE" w:rsidRDefault="00CC07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C0755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CC0755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ubezpieczeń społecznych.</w:t>
            </w:r>
          </w:p>
        </w:tc>
        <w:tc>
          <w:tcPr>
            <w:tcW w:w="1873" w:type="dxa"/>
          </w:tcPr>
          <w:p w:rsidR="0085747A" w:rsidRPr="009C54AE" w:rsidRDefault="00CC07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CC0755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C075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ubezpieczeń społecznych.</w:t>
            </w:r>
          </w:p>
        </w:tc>
        <w:tc>
          <w:tcPr>
            <w:tcW w:w="1873" w:type="dxa"/>
          </w:tcPr>
          <w:p w:rsidR="0085747A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C0755" w:rsidRPr="009C54AE" w:rsidTr="005E6E85">
        <w:tc>
          <w:tcPr>
            <w:tcW w:w="1701" w:type="dxa"/>
          </w:tcPr>
          <w:p w:rsidR="00CC0755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C0755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zawodowej, ze szczególnym uwzględnieniem prawa ubezpieczeń społecznych.</w:t>
            </w:r>
          </w:p>
        </w:tc>
        <w:tc>
          <w:tcPr>
            <w:tcW w:w="1873" w:type="dxa"/>
          </w:tcPr>
          <w:p w:rsidR="00CC0755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 dotyczących prawa ubezpieczeń społecznych.</w:t>
            </w:r>
          </w:p>
        </w:tc>
        <w:tc>
          <w:tcPr>
            <w:tcW w:w="1873" w:type="dxa"/>
          </w:tcPr>
          <w:p w:rsidR="00E51779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między prawem ubezpieczeń społecznych a innymi gałęziami prawa.</w:t>
            </w:r>
          </w:p>
        </w:tc>
        <w:tc>
          <w:tcPr>
            <w:tcW w:w="1873" w:type="dxa"/>
          </w:tcPr>
          <w:p w:rsidR="00E51779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przepisami z zakresu ubezpieczeń społecznych i interpretować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języka prawniczego.</w:t>
            </w:r>
          </w:p>
        </w:tc>
        <w:tc>
          <w:tcPr>
            <w:tcW w:w="1873" w:type="dxa"/>
          </w:tcPr>
          <w:p w:rsidR="00E51779" w:rsidRPr="009C54AE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51779" w:rsidRPr="009C54AE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dotyczącego ubezpieczeń społecznych do normy lub norm prawnych.</w:t>
            </w:r>
          </w:p>
        </w:tc>
        <w:tc>
          <w:tcPr>
            <w:tcW w:w="1873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51779" w:rsidRDefault="00E51779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</w:t>
            </w:r>
            <w:r w:rsidR="00A106A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06AE">
              <w:rPr>
                <w:rFonts w:ascii="Corbel" w:hAnsi="Corbel"/>
                <w:b w:val="0"/>
                <w:smallCaps w:val="0"/>
                <w:szCs w:val="24"/>
              </w:rPr>
              <w:t xml:space="preserve">dotyczących określonych zagadnień </w:t>
            </w:r>
            <w:r w:rsidR="00A106A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prawnych z zakresu ubezpieczeń społecznych. </w:t>
            </w:r>
          </w:p>
        </w:tc>
        <w:tc>
          <w:tcPr>
            <w:tcW w:w="1873" w:type="dxa"/>
          </w:tcPr>
          <w:p w:rsidR="00E51779" w:rsidRDefault="00E5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E51779" w:rsidRPr="009C54AE" w:rsidTr="005E6E85">
        <w:tc>
          <w:tcPr>
            <w:tcW w:w="1701" w:type="dxa"/>
          </w:tcPr>
          <w:p w:rsidR="00E51779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51779" w:rsidRPr="009C54AE" w:rsidRDefault="00A106AE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życie, z uwzględnieniem prawa ubezpieczeń społecznych.</w:t>
            </w:r>
          </w:p>
        </w:tc>
        <w:tc>
          <w:tcPr>
            <w:tcW w:w="1873" w:type="dxa"/>
          </w:tcPr>
          <w:p w:rsidR="00E51779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A106AE" w:rsidRPr="009C54AE" w:rsidTr="005E6E85">
        <w:tc>
          <w:tcPr>
            <w:tcW w:w="1701" w:type="dxa"/>
          </w:tcPr>
          <w:p w:rsidR="00A106AE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:rsidR="00A106AE" w:rsidRDefault="002C198F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prawa ubezpieczeń społecznych.</w:t>
            </w:r>
          </w:p>
        </w:tc>
        <w:tc>
          <w:tcPr>
            <w:tcW w:w="1873" w:type="dxa"/>
          </w:tcPr>
          <w:p w:rsidR="00A106AE" w:rsidRDefault="00A10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C198F" w:rsidRPr="009C54AE" w:rsidTr="005E6E85">
        <w:tc>
          <w:tcPr>
            <w:tcW w:w="1701" w:type="dxa"/>
          </w:tcPr>
          <w:p w:rsidR="002C198F" w:rsidRDefault="002C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2C198F" w:rsidRDefault="002C198F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prawnika, z uwzględnieniem prawa ubezpieczeń społecznych.</w:t>
            </w:r>
          </w:p>
        </w:tc>
        <w:tc>
          <w:tcPr>
            <w:tcW w:w="1873" w:type="dxa"/>
          </w:tcPr>
          <w:p w:rsidR="002C198F" w:rsidRDefault="002C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2C198F" w:rsidRPr="009C54AE" w:rsidTr="005E6E85">
        <w:tc>
          <w:tcPr>
            <w:tcW w:w="1701" w:type="dxa"/>
          </w:tcPr>
          <w:p w:rsidR="002C198F" w:rsidRDefault="002C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63A">
              <w:rPr>
                <w:rFonts w:ascii="Corbel" w:hAnsi="Corbel"/>
                <w:b w:val="0"/>
                <w:smallCaps w:val="0"/>
                <w:szCs w:val="24"/>
              </w:rPr>
              <w:t>_13</w:t>
            </w:r>
          </w:p>
        </w:tc>
        <w:tc>
          <w:tcPr>
            <w:tcW w:w="6096" w:type="dxa"/>
          </w:tcPr>
          <w:p w:rsidR="002C198F" w:rsidRDefault="00A9463A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 ze szczególnym uwzględnieniem prawa ubezpieczeń społecznych.</w:t>
            </w:r>
          </w:p>
        </w:tc>
        <w:tc>
          <w:tcPr>
            <w:tcW w:w="1873" w:type="dxa"/>
          </w:tcPr>
          <w:p w:rsidR="002C198F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A9463A" w:rsidRPr="009C54AE" w:rsidTr="005E6E85">
        <w:tc>
          <w:tcPr>
            <w:tcW w:w="1701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A9463A" w:rsidRDefault="00A9463A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 krytycznie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ubezpieczeń społecznych.</w:t>
            </w:r>
          </w:p>
        </w:tc>
        <w:tc>
          <w:tcPr>
            <w:tcW w:w="1873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A9463A" w:rsidRPr="009C54AE" w:rsidTr="005E6E85">
        <w:tc>
          <w:tcPr>
            <w:tcW w:w="1701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A9463A" w:rsidRDefault="00A9463A" w:rsidP="00CC07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73" w:type="dxa"/>
          </w:tcPr>
          <w:p w:rsidR="00A9463A" w:rsidRDefault="00A946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C704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C704E">
        <w:tc>
          <w:tcPr>
            <w:tcW w:w="9520" w:type="dxa"/>
          </w:tcPr>
          <w:p w:rsidR="0085747A" w:rsidRPr="009C54AE" w:rsidRDefault="007C704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3A">
        <w:rPr>
          <w:rFonts w:ascii="Corbel" w:hAnsi="Corbel"/>
          <w:sz w:val="24"/>
          <w:szCs w:val="24"/>
        </w:rPr>
        <w:t>Problematyka ćwiczeń</w:t>
      </w:r>
      <w:r w:rsidR="00A9463A">
        <w:rPr>
          <w:rFonts w:ascii="Corbel" w:hAnsi="Corbel"/>
          <w:sz w:val="24"/>
          <w:szCs w:val="24"/>
        </w:rPr>
        <w:t xml:space="preserve"> </w:t>
      </w:r>
      <w:r w:rsidRPr="00A9463A">
        <w:rPr>
          <w:rFonts w:ascii="Corbel" w:hAnsi="Corbel"/>
          <w:sz w:val="24"/>
          <w:szCs w:val="24"/>
        </w:rPr>
        <w:t>konwersatoryjnych</w:t>
      </w:r>
      <w:r w:rsidR="00A9463A">
        <w:rPr>
          <w:rFonts w:ascii="Corbel" w:hAnsi="Corbel"/>
          <w:sz w:val="24"/>
          <w:szCs w:val="24"/>
        </w:rPr>
        <w:t>.</w:t>
      </w:r>
    </w:p>
    <w:p w:rsidR="00A9463A" w:rsidRPr="00A9463A" w:rsidRDefault="00A9463A" w:rsidP="00A9463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Pr="009C54AE" w:rsidRDefault="00224B0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Ubezpieczenia </w:t>
            </w:r>
            <w:r w:rsidR="00DD5403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połeczne w systemie zabezpieczenia społecznego.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F73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 w:rsidR="00224B04">
              <w:rPr>
                <w:rFonts w:ascii="Corbel" w:hAnsi="Corbel"/>
                <w:sz w:val="24"/>
                <w:szCs w:val="24"/>
              </w:rPr>
              <w:t>ubezpieczenia chorobowego.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ubezpieczenia rentowego.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ubezpieczenia wypadkowego.</w:t>
            </w:r>
          </w:p>
        </w:tc>
      </w:tr>
      <w:tr w:rsidR="00224B04" w:rsidRPr="009C54AE" w:rsidTr="00923D7D">
        <w:tc>
          <w:tcPr>
            <w:tcW w:w="9639" w:type="dxa"/>
          </w:tcPr>
          <w:p w:rsidR="00224B04" w:rsidRDefault="00224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zagadnienia </w:t>
            </w:r>
            <w:r w:rsidR="00DD5403">
              <w:rPr>
                <w:rFonts w:ascii="Corbel" w:hAnsi="Corbel"/>
                <w:sz w:val="24"/>
                <w:szCs w:val="24"/>
              </w:rPr>
              <w:t xml:space="preserve">z zakresu </w:t>
            </w:r>
            <w:r>
              <w:rPr>
                <w:rFonts w:ascii="Corbel" w:hAnsi="Corbel"/>
                <w:sz w:val="24"/>
                <w:szCs w:val="24"/>
              </w:rPr>
              <w:t>ubezpieczenia emerytalnego.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3F6EB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</w:t>
      </w:r>
      <w:r w:rsidR="00754326">
        <w:rPr>
          <w:rFonts w:ascii="Corbel" w:hAnsi="Corbel"/>
          <w:smallCaps w:val="0"/>
          <w:szCs w:val="24"/>
        </w:rPr>
        <w:t>naliza aktów normatywnych, praca w grupach,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D540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D5403">
        <w:tc>
          <w:tcPr>
            <w:tcW w:w="1962" w:type="dxa"/>
          </w:tcPr>
          <w:p w:rsidR="0085747A" w:rsidRPr="009C54AE" w:rsidRDefault="00DD54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EK_01-EK_15</w:t>
            </w:r>
          </w:p>
        </w:tc>
        <w:tc>
          <w:tcPr>
            <w:tcW w:w="5441" w:type="dxa"/>
          </w:tcPr>
          <w:p w:rsidR="0085747A" w:rsidRPr="00DD5403" w:rsidRDefault="006F2132" w:rsidP="00DD5403">
            <w:r>
              <w:t>Kolokwium pisemne</w:t>
            </w:r>
            <w:r w:rsidR="00DD5403">
              <w:t>, obserwacja w trakcie zajęć.</w:t>
            </w:r>
          </w:p>
        </w:tc>
        <w:tc>
          <w:tcPr>
            <w:tcW w:w="2117" w:type="dxa"/>
          </w:tcPr>
          <w:p w:rsidR="0085747A" w:rsidRPr="009C54AE" w:rsidRDefault="00DD5403" w:rsidP="00DD5403">
            <w:pPr>
              <w:jc w:val="center"/>
            </w:pPr>
            <w: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C704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ponad 50% punktów z testu jednokrotnego wyboru (15 pytań).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kryteria: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5,0 – 15 pkt.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4,5 – 14 pkt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4,0 – 12-13 pkt</w:t>
            </w:r>
          </w:p>
          <w:p w:rsidR="00F1559A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3,5 -10-11 pkt</w:t>
            </w:r>
          </w:p>
          <w:p w:rsidR="00923D7D" w:rsidRPr="009C54AE" w:rsidRDefault="00F155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3,0 – 8-9 pkt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 udział w konsultacjach</w:t>
            </w:r>
          </w:p>
          <w:p w:rsidR="00DD46C4" w:rsidRPr="009C54AE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egzamin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D46C4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1559A" w:rsidRDefault="00DD46C4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1559A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 h przygotowanie do zajęć</w:t>
            </w:r>
          </w:p>
          <w:p w:rsidR="00F1559A" w:rsidRDefault="00F1559A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 h przygotowanie do egzaminu</w:t>
            </w:r>
          </w:p>
          <w:p w:rsidR="00DD46C4" w:rsidRPr="009C54AE" w:rsidRDefault="00DD46C4" w:rsidP="00DD4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59A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 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59A" w:rsidP="00F155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C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C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C704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704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="00DD46C4" w:rsidRPr="0013052C" w:rsidRDefault="00DD46C4" w:rsidP="00DD46C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7C704E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704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D46C4" w:rsidRDefault="00DD46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6C4" w:rsidRPr="00DD46C4" w:rsidRDefault="00DD46C4" w:rsidP="00DD4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:rsidR="00266222" w:rsidRDefault="002662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66222" w:rsidRDefault="00DD46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:rsidR="00DD46C4" w:rsidRPr="00DD46C4" w:rsidRDefault="00DD46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168" w:rsidRDefault="00F60168" w:rsidP="00C16ABF">
      <w:pPr>
        <w:spacing w:after="0" w:line="240" w:lineRule="auto"/>
      </w:pPr>
      <w:r>
        <w:separator/>
      </w:r>
    </w:p>
  </w:endnote>
  <w:endnote w:type="continuationSeparator" w:id="0">
    <w:p w:rsidR="00F60168" w:rsidRDefault="00F601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168" w:rsidRDefault="00F60168" w:rsidP="00C16ABF">
      <w:pPr>
        <w:spacing w:after="0" w:line="240" w:lineRule="auto"/>
      </w:pPr>
      <w:r>
        <w:separator/>
      </w:r>
    </w:p>
  </w:footnote>
  <w:footnote w:type="continuationSeparator" w:id="0">
    <w:p w:rsidR="00F60168" w:rsidRDefault="00F60168" w:rsidP="00C16ABF">
      <w:pPr>
        <w:spacing w:after="0" w:line="240" w:lineRule="auto"/>
      </w:pPr>
      <w:r>
        <w:continuationSeparator/>
      </w:r>
    </w:p>
  </w:footnote>
  <w:footnote w:id="1">
    <w:p w:rsidR="00DD5403" w:rsidRDefault="00DD54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010"/>
    <w:rsid w:val="00022ECE"/>
    <w:rsid w:val="000329B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52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B97"/>
    <w:rsid w:val="001D657B"/>
    <w:rsid w:val="001D7B54"/>
    <w:rsid w:val="001E0209"/>
    <w:rsid w:val="001F2CA2"/>
    <w:rsid w:val="002144C0"/>
    <w:rsid w:val="0022477D"/>
    <w:rsid w:val="00224B04"/>
    <w:rsid w:val="002278A9"/>
    <w:rsid w:val="002336F9"/>
    <w:rsid w:val="0024028F"/>
    <w:rsid w:val="00244ABC"/>
    <w:rsid w:val="0026622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8F"/>
    <w:rsid w:val="002C1F06"/>
    <w:rsid w:val="002D3375"/>
    <w:rsid w:val="002D73D4"/>
    <w:rsid w:val="002F02A3"/>
    <w:rsid w:val="002F4ABE"/>
    <w:rsid w:val="002F73A0"/>
    <w:rsid w:val="003018BA"/>
    <w:rsid w:val="0030395F"/>
    <w:rsid w:val="00305C92"/>
    <w:rsid w:val="003151C5"/>
    <w:rsid w:val="003343CF"/>
    <w:rsid w:val="00342EFA"/>
    <w:rsid w:val="00346FE9"/>
    <w:rsid w:val="0034759A"/>
    <w:rsid w:val="003503F6"/>
    <w:rsid w:val="003530DD"/>
    <w:rsid w:val="00363F78"/>
    <w:rsid w:val="0038355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B4"/>
    <w:rsid w:val="00414E3C"/>
    <w:rsid w:val="0042244A"/>
    <w:rsid w:val="0042745A"/>
    <w:rsid w:val="00431D5C"/>
    <w:rsid w:val="0043611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DB9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132"/>
    <w:rsid w:val="006F31E2"/>
    <w:rsid w:val="00706544"/>
    <w:rsid w:val="007072BA"/>
    <w:rsid w:val="0071620A"/>
    <w:rsid w:val="0071758E"/>
    <w:rsid w:val="00724677"/>
    <w:rsid w:val="00725459"/>
    <w:rsid w:val="007327BD"/>
    <w:rsid w:val="00734608"/>
    <w:rsid w:val="00745302"/>
    <w:rsid w:val="007461D6"/>
    <w:rsid w:val="00746EC8"/>
    <w:rsid w:val="00754326"/>
    <w:rsid w:val="00763BF1"/>
    <w:rsid w:val="00766FD4"/>
    <w:rsid w:val="0078168C"/>
    <w:rsid w:val="00787C2A"/>
    <w:rsid w:val="00790E27"/>
    <w:rsid w:val="007A35AE"/>
    <w:rsid w:val="007A4022"/>
    <w:rsid w:val="007A6E6E"/>
    <w:rsid w:val="007B7B92"/>
    <w:rsid w:val="007C3299"/>
    <w:rsid w:val="007C3BCC"/>
    <w:rsid w:val="007C4546"/>
    <w:rsid w:val="007C704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6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50C"/>
    <w:rsid w:val="00C67E92"/>
    <w:rsid w:val="00C70A26"/>
    <w:rsid w:val="00C766DF"/>
    <w:rsid w:val="00C94B98"/>
    <w:rsid w:val="00CA2B96"/>
    <w:rsid w:val="00CA5089"/>
    <w:rsid w:val="00CA56E5"/>
    <w:rsid w:val="00CC075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66FDD"/>
    <w:rsid w:val="00D74119"/>
    <w:rsid w:val="00D8075B"/>
    <w:rsid w:val="00D8678B"/>
    <w:rsid w:val="00DA2114"/>
    <w:rsid w:val="00DC751F"/>
    <w:rsid w:val="00DD46C4"/>
    <w:rsid w:val="00DD540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2F9"/>
    <w:rsid w:val="00E51779"/>
    <w:rsid w:val="00E51E44"/>
    <w:rsid w:val="00E63348"/>
    <w:rsid w:val="00E72A9B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559A"/>
    <w:rsid w:val="00F17567"/>
    <w:rsid w:val="00F27A7B"/>
    <w:rsid w:val="00F526AF"/>
    <w:rsid w:val="00F53D54"/>
    <w:rsid w:val="00F60168"/>
    <w:rsid w:val="00F617C3"/>
    <w:rsid w:val="00F7066B"/>
    <w:rsid w:val="00F83B28"/>
    <w:rsid w:val="00F8539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214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80A1B-56BF-4844-871F-DBAFA7F9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9</cp:revision>
  <cp:lastPrinted>2019-02-06T12:12:00Z</cp:lastPrinted>
  <dcterms:created xsi:type="dcterms:W3CDTF">2021-11-25T10:45:00Z</dcterms:created>
  <dcterms:modified xsi:type="dcterms:W3CDTF">2022-11-29T14:01:00Z</dcterms:modified>
</cp:coreProperties>
</file>